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:rsidRPr="007E69BB" w14:paraId="7C3727FB" w14:textId="77777777" w:rsidTr="00610F7D">
        <w:tc>
          <w:tcPr>
            <w:tcW w:w="1398" w:type="dxa"/>
          </w:tcPr>
          <w:p w14:paraId="151D64F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07814510</w:t>
            </w:r>
          </w:p>
        </w:tc>
        <w:tc>
          <w:tcPr>
            <w:tcW w:w="2297" w:type="dxa"/>
          </w:tcPr>
          <w:p w14:paraId="23B6F04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bianco lucido, DN 100,</w:t>
            </w:r>
          </w:p>
          <w:p w14:paraId="449EFBBD" w14:textId="04D97278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11W</w:t>
            </w:r>
          </w:p>
        </w:tc>
        <w:tc>
          <w:tcPr>
            <w:tcW w:w="5803" w:type="dxa"/>
          </w:tcPr>
          <w:p w14:paraId="222C62D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lucido.</w:t>
            </w:r>
          </w:p>
          <w:p w14:paraId="1BD8C2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65AA6DA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563DB8F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18EDF45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7BC4475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33F186E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3D06172" w14:textId="0864A368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bianco lucido, DN 100, GRID 11W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6005CCD" w14:textId="77777777" w:rsidTr="00610F7D">
        <w:tc>
          <w:tcPr>
            <w:tcW w:w="1398" w:type="dxa"/>
          </w:tcPr>
          <w:p w14:paraId="6B05B2A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07814570</w:t>
            </w:r>
          </w:p>
        </w:tc>
        <w:tc>
          <w:tcPr>
            <w:tcW w:w="2297" w:type="dxa"/>
          </w:tcPr>
          <w:p w14:paraId="54A3B53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bianco lucido, DN 125,</w:t>
            </w:r>
          </w:p>
          <w:p w14:paraId="7146EC7D" w14:textId="3FE89F48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21W</w:t>
            </w:r>
          </w:p>
        </w:tc>
        <w:tc>
          <w:tcPr>
            <w:tcW w:w="5803" w:type="dxa"/>
          </w:tcPr>
          <w:p w14:paraId="48EB7D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lucido.</w:t>
            </w:r>
          </w:p>
          <w:p w14:paraId="0D3E89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332B5745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20BFB3C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7560BE9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1B7CBD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1B7495E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2A81A28" w14:textId="256EEE18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bianco lucido, DN 125, GRID 21W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6C063E9" w14:textId="77777777" w:rsidTr="00610F7D">
        <w:tc>
          <w:tcPr>
            <w:tcW w:w="1398" w:type="dxa"/>
          </w:tcPr>
          <w:p w14:paraId="36F5105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07814520</w:t>
            </w:r>
          </w:p>
        </w:tc>
        <w:tc>
          <w:tcPr>
            <w:tcW w:w="2297" w:type="dxa"/>
          </w:tcPr>
          <w:p w14:paraId="7281D59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nero lucido, DN 100,</w:t>
            </w:r>
          </w:p>
          <w:p w14:paraId="466C342E" w14:textId="576C1B8B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11B</w:t>
            </w:r>
          </w:p>
        </w:tc>
        <w:tc>
          <w:tcPr>
            <w:tcW w:w="5803" w:type="dxa"/>
          </w:tcPr>
          <w:p w14:paraId="401A9DC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nero lucido.</w:t>
            </w:r>
          </w:p>
          <w:p w14:paraId="5822D52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4B58CD94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28D3836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563E73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74A9438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1C906E2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BDDCAF7" w14:textId="38C31691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nero lucido, DN 100, GRID 11B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594257D" w14:textId="77777777" w:rsidTr="00610F7D">
        <w:tc>
          <w:tcPr>
            <w:tcW w:w="1398" w:type="dxa"/>
          </w:tcPr>
          <w:p w14:paraId="0DC5B6F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07814580</w:t>
            </w:r>
          </w:p>
        </w:tc>
        <w:tc>
          <w:tcPr>
            <w:tcW w:w="2297" w:type="dxa"/>
          </w:tcPr>
          <w:p w14:paraId="7509DD7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quadrata, tipo “Griglia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decorativa”, di estrazione o immissione, in ABS colore nero lucido, DN 125,</w:t>
            </w:r>
          </w:p>
          <w:p w14:paraId="26D3F8EF" w14:textId="3DCBBB79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21B</w:t>
            </w:r>
          </w:p>
        </w:tc>
        <w:tc>
          <w:tcPr>
            <w:tcW w:w="5803" w:type="dxa"/>
          </w:tcPr>
          <w:p w14:paraId="2D01A8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Bocchetta quadrata, tipo “Griglia decorativa”, di estrazione o immissione, colore nero lucido.</w:t>
            </w:r>
          </w:p>
          <w:p w14:paraId="33B0524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Costituita da:</w:t>
            </w:r>
          </w:p>
          <w:p w14:paraId="0E525E4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08F82290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3252B47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29E153D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445AB54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6E83708" w14:textId="1AF8C4CB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nero lucido, DN 125, GRID 21B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8A4DC26" w14:textId="77777777" w:rsidTr="00610F7D">
        <w:tc>
          <w:tcPr>
            <w:tcW w:w="1398" w:type="dxa"/>
          </w:tcPr>
          <w:p w14:paraId="4F6F28B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07814530</w:t>
            </w:r>
          </w:p>
        </w:tc>
        <w:tc>
          <w:tcPr>
            <w:tcW w:w="2297" w:type="dxa"/>
          </w:tcPr>
          <w:p w14:paraId="7679DB8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grigio lucido, DN 100,</w:t>
            </w:r>
          </w:p>
          <w:p w14:paraId="2260E22A" w14:textId="483CCECC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11G</w:t>
            </w:r>
          </w:p>
        </w:tc>
        <w:tc>
          <w:tcPr>
            <w:tcW w:w="5803" w:type="dxa"/>
          </w:tcPr>
          <w:p w14:paraId="79D136A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grigio lucido.</w:t>
            </w:r>
          </w:p>
          <w:p w14:paraId="6A29A25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5A46CEE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697D780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0D733A4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189082E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7AFB879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E8E000E" w14:textId="721D665A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grigio lucido, DN 100, GRID 11G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547B77A" w14:textId="77777777" w:rsidTr="00610F7D">
        <w:tc>
          <w:tcPr>
            <w:tcW w:w="1398" w:type="dxa"/>
          </w:tcPr>
          <w:p w14:paraId="779E671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07814590</w:t>
            </w:r>
          </w:p>
        </w:tc>
        <w:tc>
          <w:tcPr>
            <w:tcW w:w="2297" w:type="dxa"/>
          </w:tcPr>
          <w:p w14:paraId="12E5833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grigio lucido, DN 125,</w:t>
            </w:r>
          </w:p>
          <w:p w14:paraId="79DF1CE1" w14:textId="125AE851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21G</w:t>
            </w:r>
          </w:p>
        </w:tc>
        <w:tc>
          <w:tcPr>
            <w:tcW w:w="5803" w:type="dxa"/>
          </w:tcPr>
          <w:p w14:paraId="7F63DCB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grigio lucido.</w:t>
            </w:r>
          </w:p>
          <w:p w14:paraId="351872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05F59C8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3A832D9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579541F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2A9D07A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653C263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F93699E" w14:textId="467D2F33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grigio lucido, DN 125, GRID 21G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ACE0534" w14:textId="77777777" w:rsidTr="00610F7D">
        <w:tc>
          <w:tcPr>
            <w:tcW w:w="1398" w:type="dxa"/>
          </w:tcPr>
          <w:p w14:paraId="0B569E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07814540</w:t>
            </w:r>
          </w:p>
        </w:tc>
        <w:tc>
          <w:tcPr>
            <w:tcW w:w="2297" w:type="dxa"/>
          </w:tcPr>
          <w:p w14:paraId="1508DD5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quadrata, tipo “Griglia decorativa”, di estrazione o immissione, in ABS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colore bianco lucido, DN 100,</w:t>
            </w:r>
          </w:p>
          <w:p w14:paraId="6682A8D9" w14:textId="04E80F98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12W</w:t>
            </w:r>
          </w:p>
        </w:tc>
        <w:tc>
          <w:tcPr>
            <w:tcW w:w="5803" w:type="dxa"/>
          </w:tcPr>
          <w:p w14:paraId="3D9469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Bocchetta quadrata, tipo “Griglia decorativa”, di estrazione o immissione, colore bianco lucido.</w:t>
            </w:r>
          </w:p>
          <w:p w14:paraId="019E016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25A773E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24153477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Retina anti-insetti in ABS autoestinguente</w:t>
            </w:r>
          </w:p>
          <w:p w14:paraId="5C8A8146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488E39E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1351130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85332BB" w14:textId="51DE8D94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bianco lucido, DN 100, GRID 12W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965D968" w14:textId="77777777" w:rsidTr="00610F7D">
        <w:tc>
          <w:tcPr>
            <w:tcW w:w="1398" w:type="dxa"/>
          </w:tcPr>
          <w:p w14:paraId="6CAA6A7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07814600</w:t>
            </w:r>
          </w:p>
        </w:tc>
        <w:tc>
          <w:tcPr>
            <w:tcW w:w="2297" w:type="dxa"/>
          </w:tcPr>
          <w:p w14:paraId="60C42C0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bianco lucido, DN 125,</w:t>
            </w:r>
          </w:p>
          <w:p w14:paraId="7FE5A1D5" w14:textId="72E5859B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22W</w:t>
            </w:r>
          </w:p>
        </w:tc>
        <w:tc>
          <w:tcPr>
            <w:tcW w:w="5803" w:type="dxa"/>
          </w:tcPr>
          <w:p w14:paraId="277E78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lucido.</w:t>
            </w:r>
          </w:p>
          <w:p w14:paraId="39CF133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5821C035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21D7A22C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6875418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7560E10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20A6318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2C6A2F2" w14:textId="72950DCA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ABS colore bianco lucido, DN 125, GRID 22W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5E32A04" w14:textId="77777777" w:rsidTr="00610F7D">
        <w:tc>
          <w:tcPr>
            <w:tcW w:w="1398" w:type="dxa"/>
          </w:tcPr>
          <w:p w14:paraId="13524D2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07814550</w:t>
            </w:r>
          </w:p>
        </w:tc>
        <w:tc>
          <w:tcPr>
            <w:tcW w:w="2297" w:type="dxa"/>
          </w:tcPr>
          <w:p w14:paraId="57670AB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gres colore bianco opaco, DN 100,</w:t>
            </w:r>
          </w:p>
          <w:p w14:paraId="776D81D1" w14:textId="3CDBB390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13W</w:t>
            </w:r>
          </w:p>
        </w:tc>
        <w:tc>
          <w:tcPr>
            <w:tcW w:w="5803" w:type="dxa"/>
          </w:tcPr>
          <w:p w14:paraId="3F1A35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opaco.</w:t>
            </w:r>
          </w:p>
          <w:p w14:paraId="6B860B9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10785D4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749E4A9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779FB993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459F240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200x200x20 mm.</w:t>
            </w:r>
          </w:p>
          <w:p w14:paraId="053602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409C54F" w14:textId="17CE33DE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gres colore bianco opaco, DN 100, GRID 13W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0DAFFAF" w14:textId="77777777" w:rsidTr="00610F7D">
        <w:tc>
          <w:tcPr>
            <w:tcW w:w="1398" w:type="dxa"/>
          </w:tcPr>
          <w:p w14:paraId="39B0BB0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07814610</w:t>
            </w:r>
          </w:p>
        </w:tc>
        <w:tc>
          <w:tcPr>
            <w:tcW w:w="2297" w:type="dxa"/>
          </w:tcPr>
          <w:p w14:paraId="4C03D8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gres colore bianco opaco, DN 125,</w:t>
            </w:r>
          </w:p>
          <w:p w14:paraId="796554E1" w14:textId="59CBBE42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23W</w:t>
            </w:r>
          </w:p>
        </w:tc>
        <w:tc>
          <w:tcPr>
            <w:tcW w:w="5803" w:type="dxa"/>
          </w:tcPr>
          <w:p w14:paraId="3F763DD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opaco.</w:t>
            </w:r>
          </w:p>
          <w:p w14:paraId="362E3AF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2699E15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80 mm (area di passaggio aria 100 cmq)</w:t>
            </w:r>
          </w:p>
          <w:p w14:paraId="78678460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364E3DA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72A0F7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200x200x20 mm.</w:t>
            </w:r>
          </w:p>
          <w:p w14:paraId="244E76A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12A5A66" w14:textId="47B459B3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gres colore bianco opaco, DN 125, GRID 23W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DD77D50" w14:textId="77777777" w:rsidTr="00610F7D">
        <w:tc>
          <w:tcPr>
            <w:tcW w:w="1398" w:type="dxa"/>
          </w:tcPr>
          <w:p w14:paraId="6C8F7D2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07814560</w:t>
            </w:r>
          </w:p>
        </w:tc>
        <w:tc>
          <w:tcPr>
            <w:tcW w:w="2297" w:type="dxa"/>
          </w:tcPr>
          <w:p w14:paraId="57C1B4F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circolare, tipo “Griglia decorativa”, di estrazione o immissione, in gres colore bianco opaco, DN 100,</w:t>
            </w:r>
          </w:p>
          <w:p w14:paraId="36D7ECD7" w14:textId="197E5FB4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14W</w:t>
            </w:r>
          </w:p>
        </w:tc>
        <w:tc>
          <w:tcPr>
            <w:tcW w:w="5803" w:type="dxa"/>
          </w:tcPr>
          <w:p w14:paraId="14A5D67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circolare, tipo “Griglia decorativa”, di estrazione o immissione, colore bianco opaco.</w:t>
            </w:r>
          </w:p>
          <w:p w14:paraId="39223FD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71F8116A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54C1087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0C6DB77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6824E11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Diametro x P: 200 x 20 mm.</w:t>
            </w:r>
          </w:p>
          <w:p w14:paraId="69DD2A4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4AB61E5" w14:textId="385CB191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circolare, tipo “Griglia decorativa”, di estrazione o immissione, in gres colore bianco opaco, DN 100, GRID 14W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118BA44" w14:textId="77777777" w:rsidTr="00610F7D">
        <w:tc>
          <w:tcPr>
            <w:tcW w:w="1398" w:type="dxa"/>
          </w:tcPr>
          <w:p w14:paraId="6EEF27D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07814620</w:t>
            </w:r>
          </w:p>
        </w:tc>
        <w:tc>
          <w:tcPr>
            <w:tcW w:w="2297" w:type="dxa"/>
          </w:tcPr>
          <w:p w14:paraId="67D89C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circolare, tipo “Griglia decorativa”, di estrazione o immissione, in gres colore bianco opaco, DN 125,</w:t>
            </w:r>
          </w:p>
          <w:p w14:paraId="477D41E5" w14:textId="263BD9D5" w:rsidR="00E05187" w:rsidRPr="00E05187" w:rsidRDefault="00E05187" w:rsidP="00374408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24W</w:t>
            </w:r>
          </w:p>
        </w:tc>
        <w:tc>
          <w:tcPr>
            <w:tcW w:w="5803" w:type="dxa"/>
          </w:tcPr>
          <w:p w14:paraId="2B55C7B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circolare, tipo “Griglia decorativa”, di estrazione o immissione, colore bianco opaco.</w:t>
            </w:r>
          </w:p>
          <w:p w14:paraId="14DC2D1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5DBADB97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648722F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2F5477C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5682F8C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Diametro x P: 200 x 20 mm.</w:t>
            </w:r>
          </w:p>
          <w:p w14:paraId="798F106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0755A60" w14:textId="56D759BA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circolare, tipo “Griglia decorativa”, di estrazione o immissione, in gres colore bianco opaco, DN 125, GRID 24W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C8D6216" w14:textId="77777777" w:rsidTr="00610F7D">
        <w:tc>
          <w:tcPr>
            <w:tcW w:w="1398" w:type="dxa"/>
          </w:tcPr>
          <w:p w14:paraId="1CAE8EA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07814640</w:t>
            </w:r>
          </w:p>
        </w:tc>
        <w:tc>
          <w:tcPr>
            <w:tcW w:w="2297" w:type="dxa"/>
          </w:tcPr>
          <w:p w14:paraId="6FA4959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acciaio inox, colore, grigio opaco DN 100,</w:t>
            </w:r>
          </w:p>
          <w:p w14:paraId="180BCB6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15G</w:t>
            </w:r>
          </w:p>
        </w:tc>
        <w:tc>
          <w:tcPr>
            <w:tcW w:w="5803" w:type="dxa"/>
          </w:tcPr>
          <w:p w14:paraId="17866B0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acciaio inox di colore grigio opaco.</w:t>
            </w:r>
          </w:p>
          <w:p w14:paraId="1AC5ECF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3620F415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2940AB7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30FF966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583AC06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60F3B2A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0191027" w14:textId="1A693E51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acciaio inox, colore, grigio opaco DN 100, GRID 15G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A0E161C" w14:textId="77777777" w:rsidTr="00610F7D">
        <w:tc>
          <w:tcPr>
            <w:tcW w:w="1398" w:type="dxa"/>
          </w:tcPr>
          <w:p w14:paraId="36F8CF7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07814660</w:t>
            </w:r>
          </w:p>
        </w:tc>
        <w:tc>
          <w:tcPr>
            <w:tcW w:w="2297" w:type="dxa"/>
          </w:tcPr>
          <w:p w14:paraId="023CF2A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acciaio inox, colore, grigio opaco DN 125,</w:t>
            </w:r>
          </w:p>
          <w:p w14:paraId="773607B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25G</w:t>
            </w:r>
          </w:p>
        </w:tc>
        <w:tc>
          <w:tcPr>
            <w:tcW w:w="5803" w:type="dxa"/>
          </w:tcPr>
          <w:p w14:paraId="6ED325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acciaio inox di colore grigio opaco.</w:t>
            </w:r>
          </w:p>
          <w:p w14:paraId="35488E9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3B942E2C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3EBC219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262060F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158F439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3421D9E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1B0E356" w14:textId="536F6674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acciaio inox, colore, grigio opaco DN 125, GRID 25G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30FABB8" w14:textId="77777777" w:rsidTr="00610F7D">
        <w:tc>
          <w:tcPr>
            <w:tcW w:w="1398" w:type="dxa"/>
          </w:tcPr>
          <w:p w14:paraId="19730F0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07814630</w:t>
            </w:r>
          </w:p>
        </w:tc>
        <w:tc>
          <w:tcPr>
            <w:tcW w:w="2297" w:type="dxa"/>
          </w:tcPr>
          <w:p w14:paraId="6E147E1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vetro temperato, DN 100,</w:t>
            </w:r>
          </w:p>
          <w:p w14:paraId="233656E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16W</w:t>
            </w:r>
          </w:p>
        </w:tc>
        <w:tc>
          <w:tcPr>
            <w:tcW w:w="5803" w:type="dxa"/>
          </w:tcPr>
          <w:p w14:paraId="76B0C33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vetro temperato.</w:t>
            </w:r>
          </w:p>
          <w:p w14:paraId="763F0DD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6C03F0A9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6E347CB3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6EA0E239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vetro temperato con passaggio aria laterale ed aggancio a magneti.</w:t>
            </w:r>
          </w:p>
          <w:p w14:paraId="2D13A70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65FACCC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18E819F" w14:textId="4CC63314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Modello Bocchetta quadrata, tipo “Griglia decorativa”, di estrazione o immissione, in vetro temperato, DN 100, GRID 16W</w:t>
            </w:r>
            <w:r w:rsidR="00FC18B4">
              <w:rPr>
                <w:rFonts w:ascii="Poppins" w:hAnsi="Poppins" w:cs="Poppins"/>
                <w:b/>
                <w:sz w:val="20"/>
              </w:rPr>
              <w:t xml:space="preserve"> o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1E73E01" w14:textId="77777777" w:rsidTr="00610F7D">
        <w:tc>
          <w:tcPr>
            <w:tcW w:w="1398" w:type="dxa"/>
          </w:tcPr>
          <w:p w14:paraId="7B3B8E7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07814650</w:t>
            </w:r>
          </w:p>
        </w:tc>
        <w:tc>
          <w:tcPr>
            <w:tcW w:w="2297" w:type="dxa"/>
          </w:tcPr>
          <w:p w14:paraId="36D4E57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vetro temperato, DN 125,</w:t>
            </w:r>
          </w:p>
          <w:p w14:paraId="2073BA4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26W</w:t>
            </w:r>
          </w:p>
        </w:tc>
        <w:tc>
          <w:tcPr>
            <w:tcW w:w="5803" w:type="dxa"/>
          </w:tcPr>
          <w:p w14:paraId="12BF256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vetro temperato.</w:t>
            </w:r>
          </w:p>
          <w:p w14:paraId="4A0A4C1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0816C5C3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6CAD796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617E4D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vetro temperato con passaggio aria laterale ed aggancio a magneti.</w:t>
            </w:r>
          </w:p>
          <w:p w14:paraId="6DB23C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200x200x25 mm.</w:t>
            </w:r>
          </w:p>
          <w:p w14:paraId="69C06B6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5E44993" w14:textId="7447A6B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vetro temperato, DN 125, GRID 26W </w:t>
            </w:r>
            <w:r w:rsidR="00FC18B4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D643D1E" w14:textId="77777777" w:rsidTr="00610F7D">
        <w:tc>
          <w:tcPr>
            <w:tcW w:w="1398" w:type="dxa"/>
          </w:tcPr>
          <w:p w14:paraId="4F428FA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07814680</w:t>
            </w:r>
          </w:p>
        </w:tc>
        <w:tc>
          <w:tcPr>
            <w:tcW w:w="2297" w:type="dxa"/>
          </w:tcPr>
          <w:p w14:paraId="478D7A5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acciaio inox, colore, grigio opaco, DN 80,</w:t>
            </w:r>
          </w:p>
          <w:p w14:paraId="199B4D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37W</w:t>
            </w:r>
          </w:p>
        </w:tc>
        <w:tc>
          <w:tcPr>
            <w:tcW w:w="5803" w:type="dxa"/>
          </w:tcPr>
          <w:p w14:paraId="76045E0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acciaio inox di colore grigio opaco.</w:t>
            </w:r>
          </w:p>
          <w:p w14:paraId="20991BD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2CCE28E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Supporto a muro diametro 80 mm </w:t>
            </w:r>
          </w:p>
          <w:p w14:paraId="7C02F96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1927EBE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150x150x25 mm.</w:t>
            </w:r>
          </w:p>
          <w:p w14:paraId="2B92730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C54D460" w14:textId="052657E5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>Modello Bocchetta quadrata, tipo “Griglia decorativa”, di estrazione o immissione, in acciaio inox, colore, grigio opaco, DN 80, GRID 37W</w:t>
            </w:r>
            <w:r w:rsidR="00302CAA">
              <w:rPr>
                <w:rFonts w:ascii="Poppins" w:hAnsi="Poppins" w:cs="Poppins"/>
                <w:b/>
                <w:sz w:val="20"/>
              </w:rPr>
              <w:t xml:space="preserve"> o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B6D58D5" w14:textId="77777777" w:rsidTr="00610F7D">
        <w:tc>
          <w:tcPr>
            <w:tcW w:w="1398" w:type="dxa"/>
          </w:tcPr>
          <w:p w14:paraId="1989845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07814670</w:t>
            </w:r>
          </w:p>
        </w:tc>
        <w:tc>
          <w:tcPr>
            <w:tcW w:w="2297" w:type="dxa"/>
          </w:tcPr>
          <w:p w14:paraId="4BA79CC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vetro temperato, DN 80,</w:t>
            </w:r>
          </w:p>
          <w:p w14:paraId="78376D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36W</w:t>
            </w:r>
          </w:p>
        </w:tc>
        <w:tc>
          <w:tcPr>
            <w:tcW w:w="5803" w:type="dxa"/>
          </w:tcPr>
          <w:p w14:paraId="016E636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vetro temperato.</w:t>
            </w:r>
          </w:p>
          <w:p w14:paraId="02E7B6F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0E63E294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Supporto a muro diametro 80 mm </w:t>
            </w:r>
          </w:p>
          <w:p w14:paraId="28F7FE80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4CEB3E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Dimensioni placca </w:t>
            </w:r>
            <w:proofErr w:type="spellStart"/>
            <w:r w:rsidRPr="00E05187">
              <w:rPr>
                <w:rFonts w:ascii="Poppins" w:hAnsi="Poppins" w:cs="Poppins"/>
                <w:bCs/>
              </w:rPr>
              <w:t>LxHxP</w:t>
            </w:r>
            <w:proofErr w:type="spellEnd"/>
            <w:r w:rsidRPr="00E05187">
              <w:rPr>
                <w:rFonts w:ascii="Poppins" w:hAnsi="Poppins" w:cs="Poppins"/>
                <w:bCs/>
              </w:rPr>
              <w:t>: 150x150x25 mm.</w:t>
            </w:r>
          </w:p>
          <w:p w14:paraId="77CC1C7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C6E3828" w14:textId="36340B4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="00374408">
              <w:rPr>
                <w:rFonts w:ascii="Poppins" w:hAnsi="Poppins" w:cs="Poppins"/>
                <w:b/>
                <w:sz w:val="20"/>
              </w:rPr>
              <w:t xml:space="preserve"> -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Modello Bocchetta quadrata, tipo “Griglia decorativa”, di estrazione o immissione, in vetro temperato, DN 80, GRID 36W </w:t>
            </w:r>
            <w:r w:rsidR="00814432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E5087D7" w14:textId="77777777" w:rsidTr="00610F7D">
        <w:tc>
          <w:tcPr>
            <w:tcW w:w="1398" w:type="dxa"/>
          </w:tcPr>
          <w:p w14:paraId="0CF5B86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07814690</w:t>
            </w:r>
          </w:p>
        </w:tc>
        <w:tc>
          <w:tcPr>
            <w:tcW w:w="2297" w:type="dxa"/>
          </w:tcPr>
          <w:p w14:paraId="49B0E74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griglia quadra</w:t>
            </w:r>
          </w:p>
        </w:tc>
        <w:tc>
          <w:tcPr>
            <w:tcW w:w="5803" w:type="dxa"/>
          </w:tcPr>
          <w:p w14:paraId="22A5FCD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Filtro antipolvere per griglia quadra 170 x 170 mm.</w:t>
            </w:r>
          </w:p>
          <w:p w14:paraId="54E1A0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EDF79CC" w14:textId="3A1E6EA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="00374408">
              <w:rPr>
                <w:rFonts w:ascii="Poppins" w:hAnsi="Poppins" w:cs="Poppins"/>
                <w:b/>
              </w:rPr>
              <w:t xml:space="preserve"> - </w:t>
            </w:r>
            <w:r w:rsidRPr="00E05187">
              <w:rPr>
                <w:rFonts w:ascii="Poppins" w:hAnsi="Poppins" w:cs="Poppins"/>
                <w:b/>
              </w:rPr>
              <w:t xml:space="preserve">Modello Filtro per griglia quadra </w:t>
            </w:r>
            <w:r w:rsidR="00814432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48E56" w14:textId="77777777" w:rsidR="00F52AA6" w:rsidRDefault="00F52AA6">
      <w:r>
        <w:separator/>
      </w:r>
    </w:p>
  </w:endnote>
  <w:endnote w:type="continuationSeparator" w:id="0">
    <w:p w14:paraId="5C6C5310" w14:textId="77777777" w:rsidR="00F52AA6" w:rsidRDefault="00F52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D972B4">
      <w:tc>
        <w:tcPr>
          <w:tcW w:w="4792" w:type="dxa"/>
        </w:tcPr>
        <w:p w14:paraId="385B2920" w14:textId="412E6946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 xml:space="preserve"> </w:t>
          </w:r>
          <w:r w:rsidR="006F4A94">
            <w:rPr>
              <w:rFonts w:ascii="Poppins" w:hAnsi="Poppins" w:cs="Poppins"/>
              <w:iCs/>
              <w:noProof/>
              <w:sz w:val="16"/>
            </w:rPr>
            <w:t>Griglie decorative</w:t>
          </w:r>
          <w:r w:rsidR="00E05187">
            <w:rPr>
              <w:rFonts w:ascii="Poppins" w:hAnsi="Poppins" w:cs="Poppins"/>
              <w:iCs/>
              <w:noProof/>
              <w:sz w:val="16"/>
            </w:rPr>
            <w:t xml:space="preserve"> 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471" w:type="dxa"/>
        </w:tcPr>
        <w:p w14:paraId="1C458A51" w14:textId="4E9D85B9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74408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5CC05" w14:textId="77777777" w:rsidR="00F52AA6" w:rsidRDefault="00F52AA6">
      <w:r>
        <w:separator/>
      </w:r>
    </w:p>
  </w:footnote>
  <w:footnote w:type="continuationSeparator" w:id="0">
    <w:p w14:paraId="65FB8FFF" w14:textId="77777777" w:rsidR="00F52AA6" w:rsidRDefault="00F52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17C57"/>
    <w:rsid w:val="0002213B"/>
    <w:rsid w:val="00024AC6"/>
    <w:rsid w:val="00031741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74408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5229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4A94"/>
    <w:rsid w:val="006F6AB3"/>
    <w:rsid w:val="00710BB8"/>
    <w:rsid w:val="00727388"/>
    <w:rsid w:val="0073789C"/>
    <w:rsid w:val="00745AB1"/>
    <w:rsid w:val="0074712F"/>
    <w:rsid w:val="00757AC7"/>
    <w:rsid w:val="0077593D"/>
    <w:rsid w:val="00782096"/>
    <w:rsid w:val="007B5BA3"/>
    <w:rsid w:val="007D5EC7"/>
    <w:rsid w:val="007E6E02"/>
    <w:rsid w:val="007E7665"/>
    <w:rsid w:val="007F4841"/>
    <w:rsid w:val="008014DD"/>
    <w:rsid w:val="0080323F"/>
    <w:rsid w:val="00814432"/>
    <w:rsid w:val="00830828"/>
    <w:rsid w:val="008310FD"/>
    <w:rsid w:val="00841A9B"/>
    <w:rsid w:val="00844BBC"/>
    <w:rsid w:val="008574C8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0F06"/>
    <w:rsid w:val="00A216E2"/>
    <w:rsid w:val="00A62A77"/>
    <w:rsid w:val="00A743FF"/>
    <w:rsid w:val="00A82E78"/>
    <w:rsid w:val="00AA3D3E"/>
    <w:rsid w:val="00AB2E26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F0C76"/>
    <w:rsid w:val="00BF1E16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E7C2F"/>
    <w:rsid w:val="00CF6A25"/>
    <w:rsid w:val="00D061A5"/>
    <w:rsid w:val="00D178ED"/>
    <w:rsid w:val="00D17CB8"/>
    <w:rsid w:val="00D17F30"/>
    <w:rsid w:val="00D2119B"/>
    <w:rsid w:val="00D229AF"/>
    <w:rsid w:val="00D26FD9"/>
    <w:rsid w:val="00D440AE"/>
    <w:rsid w:val="00D44371"/>
    <w:rsid w:val="00D62BDF"/>
    <w:rsid w:val="00D64431"/>
    <w:rsid w:val="00D832BB"/>
    <w:rsid w:val="00D902A4"/>
    <w:rsid w:val="00D972B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50F65"/>
    <w:rsid w:val="00F52AA6"/>
    <w:rsid w:val="00F53758"/>
    <w:rsid w:val="00F60A08"/>
    <w:rsid w:val="00F720D5"/>
    <w:rsid w:val="00FA4F5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11558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9</cp:revision>
  <cp:lastPrinted>2013-11-14T13:48:00Z</cp:lastPrinted>
  <dcterms:created xsi:type="dcterms:W3CDTF">2025-05-20T09:47:00Z</dcterms:created>
  <dcterms:modified xsi:type="dcterms:W3CDTF">2025-05-20T11:42:00Z</dcterms:modified>
</cp:coreProperties>
</file>